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19»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310-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Пауэрлифтинг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1984"/>
        <w:gridCol w:w="3585"/>
      </w:tblGrid>
      <w:tr>
        <w:trPr>
          <w:trHeight w:val="5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17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Антонов Илья Алексеевич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МБОУДО «СШ № 6»</w:t>
            </w:r>
            <w:r/>
          </w:p>
        </w:tc>
      </w:tr>
      <w:tr>
        <w:trPr>
          <w:trHeight w:val="17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Новиков Лев Федорович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МБОУДО «СШ № 6»</w:t>
            </w:r>
            <w:r/>
            <w:r/>
            <w:r/>
            <w:r/>
            <w:r/>
          </w:p>
        </w:tc>
      </w:tr>
    </w:tbl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129</cp:revision>
  <dcterms:created xsi:type="dcterms:W3CDTF">2023-01-24T14:45:00Z</dcterms:created>
  <dcterms:modified xsi:type="dcterms:W3CDTF">2024-12-19T07:58:25Z</dcterms:modified>
  <cp:version>983040</cp:version>
</cp:coreProperties>
</file>